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4BADA763" w:rsidR="004F03AC" w:rsidRPr="005A5DF2" w:rsidRDefault="004F03AC" w:rsidP="005A5DF2">
      <w:pPr>
        <w:pStyle w:val="Paragraph"/>
        <w:spacing w:before="480"/>
        <w:ind w:left="426"/>
        <w:contextualSpacing w:val="0"/>
        <w:jc w:val="center"/>
        <w:rPr>
          <w:rFonts w:asciiTheme="majorHAnsi" w:eastAsia="SimSun" w:hAnsiTheme="majorHAnsi" w:cs="Arial"/>
          <w:b/>
          <w:bCs/>
          <w:caps/>
          <w:kern w:val="32"/>
          <w:sz w:val="28"/>
          <w:szCs w:val="28"/>
          <w:lang w:val="et-EE" w:eastAsia="zh-CN"/>
        </w:rPr>
      </w:pPr>
      <w:r w:rsidRPr="00E63C1E">
        <w:rPr>
          <w:rFonts w:asciiTheme="majorHAnsi" w:eastAsia="SimSun" w:hAnsiTheme="majorHAnsi" w:cs="Arial"/>
          <w:b/>
          <w:bCs/>
          <w:caps/>
          <w:kern w:val="32"/>
          <w:sz w:val="28"/>
          <w:szCs w:val="28"/>
          <w:lang w:val="et-EE" w:eastAsia="zh-CN"/>
        </w:rPr>
        <w:t>PARKIMISMAJA PARKIMISKOHTADE KASUTAMISE KOKKULEP</w:t>
      </w:r>
      <w:r w:rsidR="005A5DF2">
        <w:rPr>
          <w:rFonts w:asciiTheme="majorHAnsi" w:eastAsia="SimSun" w:hAnsiTheme="majorHAnsi" w:cs="Arial"/>
          <w:b/>
          <w:bCs/>
          <w:caps/>
          <w:kern w:val="32"/>
          <w:sz w:val="28"/>
          <w:szCs w:val="28"/>
          <w:lang w:val="et-EE" w:eastAsia="zh-CN"/>
        </w:rPr>
        <w:t>P</w:t>
      </w:r>
      <w:r w:rsidRPr="00E63C1E">
        <w:rPr>
          <w:rFonts w:asciiTheme="majorHAnsi" w:eastAsia="SimSun" w:hAnsiTheme="majorHAnsi" w:cs="Arial"/>
          <w:b/>
          <w:bCs/>
          <w:caps/>
          <w:kern w:val="32"/>
          <w:sz w:val="28"/>
          <w:szCs w:val="28"/>
          <w:lang w:val="et-EE" w:eastAsia="zh-CN"/>
        </w:rPr>
        <w:t>E</w:t>
      </w:r>
      <w:r w:rsidR="005A5DF2">
        <w:rPr>
          <w:rFonts w:asciiTheme="majorHAnsi" w:eastAsia="SimSun" w:hAnsiTheme="majorHAnsi" w:cs="Arial"/>
          <w:b/>
          <w:bCs/>
          <w:caps/>
          <w:kern w:val="32"/>
          <w:sz w:val="28"/>
          <w:szCs w:val="28"/>
          <w:lang w:val="et-EE" w:eastAsia="zh-CN"/>
        </w:rPr>
        <w:t xml:space="preserve"> MUUDATUS</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3741C29" w14:textId="77777777" w:rsidTr="00540D7F">
        <w:trPr>
          <w:trHeight w:val="20"/>
        </w:trPr>
        <w:tc>
          <w:tcPr>
            <w:tcW w:w="9216"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12D2765D" w14:textId="0208B8B8" w:rsidR="00247355" w:rsidRDefault="004F03AC" w:rsidP="00247355">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w:t>
            </w:r>
            <w:r w:rsidR="00247355">
              <w:rPr>
                <w:szCs w:val="20"/>
                <w:lang w:val="et-EE"/>
              </w:rPr>
              <w:t>l</w:t>
            </w:r>
          </w:p>
          <w:p w14:paraId="2F137AD2" w14:textId="3C49E8CF" w:rsidR="004F03AC" w:rsidRDefault="004F03AC">
            <w:pPr>
              <w:spacing w:line="240" w:lineRule="auto"/>
              <w:rPr>
                <w:szCs w:val="20"/>
                <w:lang w:val="et-EE"/>
              </w:rPr>
            </w:pPr>
            <w:r>
              <w:rPr>
                <w:szCs w:val="20"/>
                <w:lang w:val="et-EE"/>
              </w:rPr>
              <w:t xml:space="preserve"> </w:t>
            </w:r>
          </w:p>
        </w:tc>
        <w:tc>
          <w:tcPr>
            <w:tcW w:w="5814" w:type="dxa"/>
            <w:tcBorders>
              <w:top w:val="single" w:sz="4" w:space="0" w:color="auto"/>
              <w:left w:val="single" w:sz="4" w:space="0" w:color="auto"/>
              <w:bottom w:val="single" w:sz="4" w:space="0" w:color="auto"/>
              <w:right w:val="single" w:sz="4" w:space="0" w:color="auto"/>
            </w:tcBorders>
            <w:hideMark/>
          </w:tcPr>
          <w:p w14:paraId="195B8423" w14:textId="0BD48554" w:rsidR="004F03AC" w:rsidRDefault="0024735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4"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4"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000000">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540D7F">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14:paraId="410F7AAB" w14:textId="77777777" w:rsidTr="00540D7F">
        <w:tc>
          <w:tcPr>
            <w:tcW w:w="9216" w:type="dxa"/>
            <w:gridSpan w:val="2"/>
            <w:tcBorders>
              <w:top w:val="nil"/>
              <w:left w:val="single" w:sz="4" w:space="0" w:color="auto"/>
              <w:bottom w:val="single" w:sz="4" w:space="0" w:color="auto"/>
              <w:right w:val="single" w:sz="4" w:space="0" w:color="auto"/>
            </w:tcBorders>
          </w:tcPr>
          <w:p w14:paraId="5BC57467" w14:textId="4723AFB6" w:rsidR="00BD1658" w:rsidRDefault="00441DCA">
            <w:pPr>
              <w:spacing w:line="240" w:lineRule="auto"/>
              <w:jc w:val="both"/>
              <w:rPr>
                <w:b/>
                <w:bCs/>
                <w:iCs/>
                <w:szCs w:val="20"/>
                <w:lang w:val="et-EE"/>
              </w:rPr>
            </w:pPr>
            <w:r>
              <w:rPr>
                <w:b/>
                <w:bCs/>
                <w:iCs/>
                <w:szCs w:val="20"/>
                <w:lang w:val="et-EE"/>
              </w:rPr>
              <w:t xml:space="preserve">Riigi kinnisvara AS allüürnik </w:t>
            </w:r>
            <w:r w:rsidRPr="001C3DDD">
              <w:rPr>
                <w:b/>
                <w:bCs/>
                <w:iCs/>
                <w:szCs w:val="20"/>
                <w:lang w:val="et-EE"/>
              </w:rPr>
              <w:t>Riigi Info- ja Kommunikatsioonitehnoloogia Keskus</w:t>
            </w:r>
          </w:p>
        </w:tc>
      </w:tr>
      <w:tr w:rsidR="004F03AC" w14:paraId="353FE50F" w14:textId="77777777" w:rsidTr="00540D7F">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45A847E0" w:rsidR="004F03AC" w:rsidRDefault="00441DCA">
            <w:pPr>
              <w:spacing w:line="240" w:lineRule="auto"/>
              <w:jc w:val="both"/>
              <w:rPr>
                <w:szCs w:val="20"/>
                <w:lang w:val="et-EE"/>
              </w:rPr>
            </w:pPr>
            <w:r>
              <w:rPr>
                <w:szCs w:val="20"/>
                <w:lang w:val="et-EE"/>
              </w:rPr>
              <w:t>77001613</w:t>
            </w:r>
          </w:p>
        </w:tc>
      </w:tr>
      <w:tr w:rsidR="004F03AC" w14:paraId="510DAA9E"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26442860" w:rsidR="004F03AC" w:rsidRDefault="00441DCA">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14575D06" w14:textId="77B77BF9" w:rsidR="004F03AC" w:rsidRDefault="004F03AC">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1FE4C4E3" w14:textId="2F50FFBF" w:rsidR="004F03AC" w:rsidRDefault="00441DCA">
            <w:pPr>
              <w:spacing w:line="240" w:lineRule="auto"/>
              <w:jc w:val="both"/>
              <w:rPr>
                <w:szCs w:val="20"/>
                <w:lang w:val="et-EE"/>
              </w:rPr>
            </w:pPr>
            <w:r>
              <w:rPr>
                <w:szCs w:val="20"/>
                <w:lang w:val="et-EE"/>
              </w:rPr>
              <w:t xml:space="preserve">Asutuse esindusõigluslik isik Ergo </w:t>
            </w:r>
            <w:proofErr w:type="spellStart"/>
            <w:r>
              <w:rPr>
                <w:szCs w:val="20"/>
                <w:lang w:val="et-EE"/>
              </w:rPr>
              <w:t>Tars</w:t>
            </w:r>
            <w:proofErr w:type="spellEnd"/>
          </w:p>
          <w:p w14:paraId="769858B0" w14:textId="71F7D6C6" w:rsidR="00BD1658" w:rsidRDefault="00BD1658">
            <w:pPr>
              <w:spacing w:line="240" w:lineRule="auto"/>
              <w:jc w:val="both"/>
              <w:rPr>
                <w:szCs w:val="20"/>
                <w:lang w:val="et-EE"/>
              </w:rPr>
            </w:pPr>
          </w:p>
        </w:tc>
      </w:tr>
      <w:tr w:rsidR="004F03AC" w14:paraId="2824F7AC"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19FAF2EB" w:rsidR="004F03AC" w:rsidRDefault="00441DCA">
            <w:pPr>
              <w:spacing w:line="240" w:lineRule="auto"/>
              <w:jc w:val="both"/>
              <w:rPr>
                <w:szCs w:val="20"/>
                <w:lang w:val="et-EE"/>
              </w:rPr>
            </w:pPr>
            <w:r>
              <w:rPr>
                <w:szCs w:val="20"/>
                <w:lang w:val="et-EE"/>
              </w:rPr>
              <w:t>+372 666 0166</w:t>
            </w:r>
          </w:p>
        </w:tc>
      </w:tr>
      <w:tr w:rsidR="004F03AC" w14:paraId="20238953"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59D0A551" w:rsidR="004F03AC" w:rsidRDefault="00441DCA">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02E2F0A6" w14:textId="77777777" w:rsidR="00C77A3A" w:rsidRDefault="00C77A3A" w:rsidP="00C77A3A">
      <w:pPr>
        <w:spacing w:before="240" w:after="240"/>
        <w:jc w:val="both"/>
        <w:rPr>
          <w:szCs w:val="20"/>
          <w:lang w:val="et-EE"/>
        </w:rPr>
      </w:pPr>
      <w:r w:rsidRPr="00C22C43">
        <w:rPr>
          <w:szCs w:val="20"/>
          <w:lang w:val="et-EE"/>
        </w:rPr>
        <w:t>Arvesse võttes, et:</w:t>
      </w:r>
    </w:p>
    <w:p w14:paraId="21D44693" w14:textId="77AB3C27" w:rsidR="005A5DF2" w:rsidRPr="00DE5812" w:rsidRDefault="005A5DF2" w:rsidP="00DE5812">
      <w:pPr>
        <w:pStyle w:val="Bulletedparagraph"/>
        <w:ind w:left="709" w:hanging="709"/>
        <w:rPr>
          <w:lang w:val="et-EE"/>
        </w:rPr>
      </w:pPr>
      <w:r>
        <w:rPr>
          <w:lang w:val="et-EE"/>
        </w:rPr>
        <w:t>Üürnik on avaldanud</w:t>
      </w:r>
      <w:r w:rsidR="00CB24F8">
        <w:rPr>
          <w:lang w:val="et-EE"/>
        </w:rPr>
        <w:t xml:space="preserve"> </w:t>
      </w:r>
      <w:r>
        <w:rPr>
          <w:lang w:val="et-EE"/>
        </w:rPr>
        <w:t>soovi lisada</w:t>
      </w:r>
      <w:r w:rsidR="00441DCA">
        <w:rPr>
          <w:lang w:val="et-EE"/>
        </w:rPr>
        <w:t xml:space="preserve"> </w:t>
      </w:r>
      <w:r w:rsidR="002B7209">
        <w:rPr>
          <w:lang w:val="et-EE"/>
        </w:rPr>
        <w:t>2</w:t>
      </w:r>
      <w:r>
        <w:rPr>
          <w:lang w:val="et-EE"/>
        </w:rPr>
        <w:t xml:space="preserve"> (</w:t>
      </w:r>
      <w:r w:rsidR="002B7209">
        <w:rPr>
          <w:lang w:val="et-EE"/>
        </w:rPr>
        <w:t>kaks</w:t>
      </w:r>
      <w:r>
        <w:rPr>
          <w:lang w:val="et-EE"/>
        </w:rPr>
        <w:t>) parkimiskoht</w:t>
      </w:r>
      <w:r w:rsidR="002B7209">
        <w:rPr>
          <w:lang w:val="et-EE"/>
        </w:rPr>
        <w:t>a</w:t>
      </w:r>
      <w:r>
        <w:rPr>
          <w:lang w:val="et-EE"/>
        </w:rPr>
        <w:t>,</w:t>
      </w:r>
    </w:p>
    <w:p w14:paraId="39970A86" w14:textId="676C46F6" w:rsidR="00D609D6" w:rsidRDefault="00D609D6" w:rsidP="00D609D6">
      <w:pPr>
        <w:pStyle w:val="Bulletedparagraph"/>
        <w:numPr>
          <w:ilvl w:val="0"/>
          <w:numId w:val="0"/>
        </w:numPr>
        <w:spacing w:before="280"/>
        <w:rPr>
          <w:szCs w:val="20"/>
          <w:lang w:val="et-EE"/>
        </w:rPr>
      </w:pPr>
      <w:r>
        <w:rPr>
          <w:szCs w:val="20"/>
          <w:lang w:val="et-EE"/>
        </w:rPr>
        <w:t>lepivad Pooled kokku alljärgnevas:</w:t>
      </w:r>
    </w:p>
    <w:p w14:paraId="5B61CEF8" w14:textId="2825076B" w:rsidR="008A133F" w:rsidRPr="005A5DF2" w:rsidRDefault="00E63C1E" w:rsidP="00540D7F">
      <w:pPr>
        <w:pStyle w:val="Heading1"/>
        <w:spacing w:before="280"/>
        <w:rPr>
          <w:lang w:val="et-EE"/>
        </w:rPr>
      </w:pPr>
      <w:r>
        <w:rPr>
          <w:lang w:val="et-EE"/>
        </w:rPr>
        <w:t>PARKIMINE</w:t>
      </w:r>
      <w:r w:rsidR="008A133F">
        <w:rPr>
          <w:lang w:val="et-E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7785942F"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r w:rsidR="005665FF">
              <w:rPr>
                <w:szCs w:val="20"/>
                <w:lang w:val="et-EE"/>
              </w:rPr>
              <w:t>kokku</w:t>
            </w:r>
          </w:p>
        </w:tc>
        <w:tc>
          <w:tcPr>
            <w:tcW w:w="5812" w:type="dxa"/>
          </w:tcPr>
          <w:p w14:paraId="478FB1FC" w14:textId="56163677" w:rsidR="00777072" w:rsidRPr="00715F30" w:rsidRDefault="002B7209" w:rsidP="00AE7F8A">
            <w:pPr>
              <w:spacing w:line="240" w:lineRule="auto"/>
              <w:jc w:val="both"/>
              <w:rPr>
                <w:szCs w:val="20"/>
                <w:lang w:val="et-EE"/>
              </w:rPr>
            </w:pPr>
            <w:r>
              <w:rPr>
                <w:szCs w:val="20"/>
                <w:lang w:val="et-EE"/>
              </w:rPr>
              <w:t>9 (üheksa)</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67998416"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p>
        </w:tc>
        <w:tc>
          <w:tcPr>
            <w:tcW w:w="5812" w:type="dxa"/>
          </w:tcPr>
          <w:p w14:paraId="18A2EF98" w14:textId="032CE2E7" w:rsidR="00777072" w:rsidRPr="00715F30" w:rsidRDefault="00441DCA" w:rsidP="00AE7F8A">
            <w:pPr>
              <w:spacing w:line="240" w:lineRule="auto"/>
              <w:jc w:val="both"/>
              <w:rPr>
                <w:szCs w:val="20"/>
                <w:lang w:val="et-EE"/>
              </w:rPr>
            </w:pPr>
            <w:r>
              <w:rPr>
                <w:szCs w:val="20"/>
                <w:lang w:val="et-EE"/>
              </w:rPr>
              <w:t>01.</w:t>
            </w:r>
            <w:r w:rsidR="002B7209">
              <w:rPr>
                <w:szCs w:val="20"/>
                <w:lang w:val="et-EE"/>
              </w:rPr>
              <w:t>detsember</w:t>
            </w:r>
            <w:r>
              <w:rPr>
                <w:szCs w:val="20"/>
                <w:lang w:val="et-EE"/>
              </w:rPr>
              <w:t xml:space="preserve"> 2023.a</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E03695">
      <w:pPr>
        <w:pStyle w:val="Bulletedparagraph"/>
        <w:spacing w:before="28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D609D6">
      <w:pPr>
        <w:pStyle w:val="Bulletedparagraph"/>
        <w:spacing w:before="28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D609D6">
      <w:pPr>
        <w:pStyle w:val="Bulletedparagraph"/>
        <w:spacing w:before="280" w:after="140"/>
        <w:ind w:left="709" w:hanging="709"/>
        <w:jc w:val="both"/>
        <w:rPr>
          <w:lang w:val="et-EE"/>
        </w:rPr>
      </w:pPr>
      <w:r w:rsidRPr="00FE6AE3">
        <w:rPr>
          <w:lang w:val="et-EE"/>
        </w:rPr>
        <w:lastRenderedPageBreak/>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675E1D" w:rsidRPr="00715F30" w14:paraId="601669CF" w14:textId="77777777" w:rsidTr="00F86A0D">
        <w:trPr>
          <w:trHeight w:val="20"/>
        </w:trPr>
        <w:tc>
          <w:tcPr>
            <w:tcW w:w="709" w:type="dxa"/>
          </w:tcPr>
          <w:p w14:paraId="05CA98EC" w14:textId="77777777" w:rsidR="00675E1D" w:rsidRPr="00715F30" w:rsidRDefault="00675E1D" w:rsidP="00FA373F">
            <w:pPr>
              <w:pStyle w:val="Heading2"/>
              <w:spacing w:after="0" w:line="240" w:lineRule="auto"/>
              <w:rPr>
                <w:lang w:val="et-EE"/>
              </w:rPr>
            </w:pPr>
          </w:p>
        </w:tc>
        <w:tc>
          <w:tcPr>
            <w:tcW w:w="2693" w:type="dxa"/>
          </w:tcPr>
          <w:p w14:paraId="48593A73" w14:textId="6A55B6A3" w:rsidR="00675E1D" w:rsidRPr="00715F30" w:rsidRDefault="00675E1D" w:rsidP="00FA373F">
            <w:pPr>
              <w:spacing w:line="240" w:lineRule="auto"/>
              <w:jc w:val="both"/>
              <w:rPr>
                <w:szCs w:val="20"/>
                <w:lang w:val="et-EE"/>
              </w:rPr>
            </w:pPr>
            <w:r w:rsidRPr="00E63C1E">
              <w:rPr>
                <w:szCs w:val="20"/>
                <w:lang w:val="et-EE"/>
              </w:rPr>
              <w:t>Parkimiskohta</w:t>
            </w:r>
            <w:r>
              <w:rPr>
                <w:szCs w:val="20"/>
                <w:lang w:val="et-EE"/>
              </w:rPr>
              <w:t xml:space="preserve"> tasu</w:t>
            </w:r>
            <w:r w:rsidR="00AD01EE">
              <w:rPr>
                <w:szCs w:val="20"/>
                <w:lang w:val="et-EE"/>
              </w:rPr>
              <w:t xml:space="preserve"> </w:t>
            </w:r>
          </w:p>
        </w:tc>
        <w:tc>
          <w:tcPr>
            <w:tcW w:w="5812" w:type="dxa"/>
          </w:tcPr>
          <w:p w14:paraId="222427C5" w14:textId="551C4424" w:rsidR="00AD01EE" w:rsidRPr="00E03695" w:rsidRDefault="00FC67E6" w:rsidP="00FA373F">
            <w:pPr>
              <w:spacing w:line="240" w:lineRule="auto"/>
              <w:jc w:val="both"/>
              <w:rPr>
                <w:szCs w:val="20"/>
                <w:lang w:val="et-EE"/>
              </w:rPr>
            </w:pPr>
            <w:r>
              <w:rPr>
                <w:szCs w:val="20"/>
                <w:lang w:val="et-EE"/>
              </w:rPr>
              <w:t xml:space="preserve">50 (viiskümmend) </w:t>
            </w:r>
            <w:r w:rsidR="00246930">
              <w:rPr>
                <w:szCs w:val="20"/>
                <w:lang w:val="et-EE"/>
              </w:rPr>
              <w:t>eurot parkimiskoha kohta, millele lisandub käibemaks</w:t>
            </w:r>
            <w:r w:rsidR="00CC3CDE">
              <w:rPr>
                <w:szCs w:val="20"/>
                <w:lang w:val="et-EE"/>
              </w:rPr>
              <w:t>.</w:t>
            </w:r>
          </w:p>
        </w:tc>
      </w:tr>
      <w:tr w:rsidR="00675E1D" w:rsidRPr="00715F30" w14:paraId="221D3018" w14:textId="77777777" w:rsidTr="00F86A0D">
        <w:trPr>
          <w:trHeight w:val="20"/>
        </w:trPr>
        <w:tc>
          <w:tcPr>
            <w:tcW w:w="709" w:type="dxa"/>
          </w:tcPr>
          <w:p w14:paraId="56E621B5" w14:textId="77777777" w:rsidR="00675E1D" w:rsidRPr="00715F30" w:rsidRDefault="00675E1D" w:rsidP="00FA373F">
            <w:pPr>
              <w:pStyle w:val="Heading2"/>
              <w:spacing w:after="0" w:line="240" w:lineRule="auto"/>
              <w:rPr>
                <w:lang w:val="et-EE"/>
              </w:rPr>
            </w:pPr>
          </w:p>
        </w:tc>
        <w:tc>
          <w:tcPr>
            <w:tcW w:w="2693" w:type="dxa"/>
          </w:tcPr>
          <w:p w14:paraId="55A81217" w14:textId="70D234A3" w:rsidR="00E03695" w:rsidRPr="00715F30" w:rsidRDefault="00675E1D" w:rsidP="00FA373F">
            <w:pPr>
              <w:spacing w:line="240" w:lineRule="auto"/>
              <w:jc w:val="both"/>
              <w:rPr>
                <w:szCs w:val="20"/>
                <w:lang w:val="et-EE"/>
              </w:rPr>
            </w:pPr>
            <w:r>
              <w:rPr>
                <w:szCs w:val="20"/>
                <w:lang w:val="et-EE"/>
              </w:rPr>
              <w:t>Tasumise tähtaeg</w:t>
            </w:r>
            <w:r w:rsidR="00AD01EE">
              <w:rPr>
                <w:szCs w:val="20"/>
                <w:lang w:val="et-EE"/>
              </w:rPr>
              <w:t xml:space="preserve"> </w:t>
            </w:r>
          </w:p>
        </w:tc>
        <w:tc>
          <w:tcPr>
            <w:tcW w:w="5812" w:type="dxa"/>
          </w:tcPr>
          <w:p w14:paraId="2BCAE76E" w14:textId="386F008E" w:rsidR="00AD01EE" w:rsidRPr="00E03695" w:rsidRDefault="00675E1D" w:rsidP="00FA373F">
            <w:pPr>
              <w:spacing w:line="240" w:lineRule="auto"/>
              <w:jc w:val="both"/>
              <w:rPr>
                <w:szCs w:val="20"/>
                <w:lang w:val="et-EE"/>
              </w:rPr>
            </w:pPr>
            <w:r>
              <w:rPr>
                <w:szCs w:val="20"/>
                <w:lang w:val="et-EE"/>
              </w:rPr>
              <w:t>Vastavalt Üürilepingu Eritingimustele</w:t>
            </w:r>
            <w:r w:rsidR="00CC3CDE">
              <w:rPr>
                <w:szCs w:val="20"/>
                <w:lang w:val="et-EE"/>
              </w:rPr>
              <w:t>.</w:t>
            </w:r>
          </w:p>
        </w:tc>
      </w:tr>
      <w:tr w:rsidR="00675E1D" w:rsidRPr="00715F30" w14:paraId="314D15C7" w14:textId="77777777" w:rsidTr="00F86A0D">
        <w:trPr>
          <w:trHeight w:val="20"/>
        </w:trPr>
        <w:tc>
          <w:tcPr>
            <w:tcW w:w="709" w:type="dxa"/>
          </w:tcPr>
          <w:p w14:paraId="54CAC6FC" w14:textId="77777777" w:rsidR="00675E1D" w:rsidRPr="00715F30" w:rsidRDefault="00675E1D" w:rsidP="00FA373F">
            <w:pPr>
              <w:pStyle w:val="Heading2"/>
              <w:spacing w:after="0" w:line="240" w:lineRule="auto"/>
              <w:rPr>
                <w:lang w:val="et-EE"/>
              </w:rPr>
            </w:pPr>
          </w:p>
        </w:tc>
        <w:tc>
          <w:tcPr>
            <w:tcW w:w="2693" w:type="dxa"/>
          </w:tcPr>
          <w:p w14:paraId="02408938" w14:textId="42484473" w:rsidR="00675E1D" w:rsidRPr="00715F30" w:rsidRDefault="00675E1D" w:rsidP="00FA373F">
            <w:pPr>
              <w:spacing w:line="240" w:lineRule="auto"/>
              <w:jc w:val="both"/>
              <w:rPr>
                <w:szCs w:val="20"/>
                <w:lang w:val="et-EE"/>
              </w:rPr>
            </w:pPr>
            <w:r>
              <w:rPr>
                <w:szCs w:val="20"/>
                <w:lang w:val="et-EE"/>
              </w:rPr>
              <w:t>Viivis</w:t>
            </w:r>
            <w:r w:rsidR="00AD01EE">
              <w:rPr>
                <w:szCs w:val="20"/>
                <w:lang w:val="et-EE"/>
              </w:rPr>
              <w:t xml:space="preserve"> </w:t>
            </w:r>
          </w:p>
        </w:tc>
        <w:tc>
          <w:tcPr>
            <w:tcW w:w="5812" w:type="dxa"/>
          </w:tcPr>
          <w:p w14:paraId="00DCCA64" w14:textId="5D6F2548" w:rsidR="00AD01EE" w:rsidRPr="00715F30" w:rsidRDefault="00FC67E6" w:rsidP="00FA373F">
            <w:pPr>
              <w:spacing w:line="240" w:lineRule="auto"/>
              <w:jc w:val="both"/>
              <w:rPr>
                <w:szCs w:val="20"/>
                <w:lang w:val="et-EE"/>
              </w:rPr>
            </w:pPr>
            <w:r>
              <w:rPr>
                <w:szCs w:val="20"/>
                <w:lang w:val="et-EE"/>
              </w:rPr>
              <w:t xml:space="preserve">0,15 % (null koma </w:t>
            </w:r>
            <w:proofErr w:type="spellStart"/>
            <w:r>
              <w:rPr>
                <w:szCs w:val="20"/>
                <w:lang w:val="et-EE"/>
              </w:rPr>
              <w:t>viisteist</w:t>
            </w:r>
            <w:proofErr w:type="spellEnd"/>
            <w:r>
              <w:rPr>
                <w:szCs w:val="20"/>
                <w:lang w:val="et-EE"/>
              </w:rPr>
              <w:t xml:space="preserve"> protsenti) </w:t>
            </w:r>
            <w:r w:rsidR="00675E1D">
              <w:rPr>
                <w:szCs w:val="20"/>
                <w:lang w:val="et-EE"/>
              </w:rPr>
              <w:t>võlgnevalt summalt iga viivitatud päeva eest.</w:t>
            </w:r>
          </w:p>
        </w:tc>
      </w:tr>
    </w:tbl>
    <w:p w14:paraId="1B9A9A33" w14:textId="01EE67E0" w:rsidR="00003A04" w:rsidRDefault="00003A04" w:rsidP="007A2151">
      <w:pPr>
        <w:pStyle w:val="Bulletedparagraph"/>
        <w:numPr>
          <w:ilvl w:val="0"/>
          <w:numId w:val="0"/>
        </w:numPr>
        <w:spacing w:before="280" w:after="140"/>
        <w:jc w:val="both"/>
        <w:rPr>
          <w:lang w:val="et-EE"/>
        </w:rPr>
      </w:pPr>
      <w:r>
        <w:rPr>
          <w:lang w:val="et-EE"/>
        </w:rPr>
        <w:t>Parkimiskohti on võimalik juurde võtta jooksvalt. Parkimistasude arvestamine toimub järgnevalt:</w:t>
      </w:r>
    </w:p>
    <w:p w14:paraId="01C08580" w14:textId="5ECB4DF6" w:rsidR="00FE6AE3" w:rsidRPr="00FE6AE3" w:rsidRDefault="00FE6AE3" w:rsidP="00540D7F">
      <w:pPr>
        <w:pStyle w:val="Bulletedparagraph"/>
        <w:spacing w:before="280" w:after="140"/>
        <w:ind w:left="709" w:hanging="709"/>
        <w:jc w:val="both"/>
        <w:rPr>
          <w:lang w:val="et-EE"/>
        </w:rPr>
      </w:pPr>
      <w:r w:rsidRPr="00FE6AE3">
        <w:rPr>
          <w:lang w:val="et-EE"/>
        </w:rPr>
        <w:t>kui parkimist muudetakse enne 15. kuupäeva (k.a) siis kehtib täiskuu arvestus</w:t>
      </w:r>
    </w:p>
    <w:p w14:paraId="51CE409D" w14:textId="3918360A" w:rsidR="00FE6AE3" w:rsidRDefault="00FE6AE3" w:rsidP="00540D7F">
      <w:pPr>
        <w:pStyle w:val="Bulletedparagraph"/>
        <w:spacing w:before="140" w:after="280"/>
        <w:ind w:left="709" w:hanging="709"/>
        <w:jc w:val="both"/>
        <w:rPr>
          <w:lang w:val="et-EE"/>
        </w:rPr>
      </w:pPr>
      <w:r w:rsidRPr="00FE6AE3">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B53319" w:rsidRDefault="00323A4B" w:rsidP="007A2151">
      <w:pPr>
        <w:pStyle w:val="Bulletedparagraph"/>
        <w:spacing w:before="280" w:after="140"/>
        <w:ind w:left="709" w:hanging="709"/>
        <w:jc w:val="both"/>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B53319" w:rsidRDefault="00FE6AE3" w:rsidP="00540D7F">
      <w:pPr>
        <w:pStyle w:val="Bulletedparagraph"/>
        <w:spacing w:before="140" w:after="140"/>
        <w:ind w:left="709" w:hanging="709"/>
        <w:jc w:val="both"/>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B53319" w:rsidRDefault="00A54422" w:rsidP="007A2151">
      <w:pPr>
        <w:pStyle w:val="Bulletedparagraph"/>
        <w:spacing w:before="280" w:after="140"/>
        <w:ind w:left="709" w:hanging="709"/>
        <w:jc w:val="both"/>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540D7F">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F86A0D">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F86A0D">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473D7396" w14:textId="5E73D297" w:rsidR="00DA464A" w:rsidRDefault="00441DCA" w:rsidP="00687963">
            <w:pPr>
              <w:jc w:val="both"/>
              <w:rPr>
                <w:lang w:val="et-EE"/>
              </w:rPr>
            </w:pPr>
            <w:r>
              <w:rPr>
                <w:lang w:val="et-EE"/>
              </w:rPr>
              <w:t>Ergo Tars</w:t>
            </w:r>
          </w:p>
          <w:p w14:paraId="706B55DD" w14:textId="6C1D9DD9"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4A7A2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4E81" w14:textId="77777777" w:rsidR="002B122E" w:rsidRDefault="002B122E">
      <w:r>
        <w:separator/>
      </w:r>
    </w:p>
  </w:endnote>
  <w:endnote w:type="continuationSeparator" w:id="0">
    <w:p w14:paraId="45496A0E" w14:textId="77777777" w:rsidR="002B122E" w:rsidRDefault="002B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128" w14:textId="77777777" w:rsidR="00273DEB" w:rsidRDefault="0027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proofErr w:type="spellStart"/>
          <w:r>
            <w:t>Lõõtsa</w:t>
          </w:r>
          <w:proofErr w:type="spellEnd"/>
          <w:r>
            <w:t xml:space="preserve"> 6, </w:t>
          </w:r>
          <w:r w:rsidR="00FA171F">
            <w:t>Ülemiste City</w:t>
          </w:r>
          <w:r>
            <w:t xml:space="preserve">, </w:t>
          </w:r>
          <w:r w:rsidRPr="000A4544">
            <w:t>11415</w:t>
          </w:r>
          <w:r w:rsidR="00FA171F">
            <w:t>, Tallinn, Estonia</w:t>
          </w:r>
        </w:p>
        <w:p w14:paraId="2E8A491F" w14:textId="17D9CC60" w:rsidR="00C45A56" w:rsidRDefault="00C45A56" w:rsidP="00C45A56">
          <w:pPr>
            <w:pStyle w:val="Footer"/>
          </w:pPr>
          <w:r>
            <w:t>Tel: +3</w:t>
          </w:r>
          <w:r w:rsidR="00273DEB">
            <w:t>72</w:t>
          </w:r>
          <w:r w:rsidR="000A4544">
            <w:t xml:space="preserve">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w:t>
          </w:r>
          <w:proofErr w:type="spellStart"/>
          <w:r w:rsidR="000A4544">
            <w:t>ee</w:t>
          </w:r>
          <w:proofErr w:type="spellEnd"/>
        </w:p>
        <w:p w14:paraId="0A23E383" w14:textId="6053BC31" w:rsidR="00C45A56" w:rsidRDefault="000A4544" w:rsidP="00C45A56">
          <w:pPr>
            <w:pStyle w:val="Footer"/>
          </w:pPr>
          <w:proofErr w:type="spellStart"/>
          <w:r>
            <w:t>Registrikood</w:t>
          </w:r>
          <w:proofErr w:type="spellEnd"/>
          <w:r>
            <w:t>:</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Freeform 7"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spid="_x0000_s1026" fillcolor="black" stroked="f"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" w14:anchorId="22C0892C">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verticies="t" aspectratio="t"/>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 id="Freeform 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spid="_x0000_s1026" fillcolor="black" stroked="f"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" w14:anchorId="3AFFE1CD">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verticies="t" aspectratio="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6CA4A" w14:textId="77777777" w:rsidR="002B122E" w:rsidRDefault="002B122E">
      <w:r>
        <w:separator/>
      </w:r>
    </w:p>
  </w:footnote>
  <w:footnote w:type="continuationSeparator" w:id="0">
    <w:p w14:paraId="111F9F6E" w14:textId="77777777" w:rsidR="002B122E" w:rsidRDefault="002B1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8D9E" w14:textId="77777777" w:rsidR="00273DEB" w:rsidRDefault="0027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42EF045C" w:rsidR="008919B2" w:rsidRPr="00CE370D" w:rsidRDefault="008919B2" w:rsidP="00540D7F">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fldSimple w:instr=" NUMPAGES   \* MERGEFORMAT ">
      <w:r>
        <w:t>1</w:t>
      </w:r>
    </w:fldSimple>
    <w:r w:rsidRPr="00CE370D">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6" coordsize="21600,21600" o:spt="6" path="m,l,21600r21600,xe" w14:anchorId="0F3F304F">
              <v:stroke joinstyle="miter"/>
              <v:path textboxrect="1800,12600,12600,19800" gradientshapeok="t" o:connecttype="custom" o:connectlocs="0,0;0,10800;0,21600;10800,21600;21600,21600;10800,10800"/>
            </v:shapetype>
            <v:shape id="Right Triangle 11"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d9e9a [3207]" stroked="f" strokeweight="2pt"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&#1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135"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71317592">
    <w:abstractNumId w:val="26"/>
  </w:num>
  <w:num w:numId="2" w16cid:durableId="1845053499">
    <w:abstractNumId w:val="19"/>
  </w:num>
  <w:num w:numId="3" w16cid:durableId="2126465349">
    <w:abstractNumId w:val="23"/>
  </w:num>
  <w:num w:numId="4" w16cid:durableId="1111239964">
    <w:abstractNumId w:val="33"/>
  </w:num>
  <w:num w:numId="5" w16cid:durableId="1523932118">
    <w:abstractNumId w:val="33"/>
  </w:num>
  <w:num w:numId="6" w16cid:durableId="1860464896">
    <w:abstractNumId w:val="33"/>
  </w:num>
  <w:num w:numId="7" w16cid:durableId="1550414138">
    <w:abstractNumId w:val="30"/>
  </w:num>
  <w:num w:numId="8" w16cid:durableId="1517427829">
    <w:abstractNumId w:val="10"/>
  </w:num>
  <w:num w:numId="9" w16cid:durableId="513422183">
    <w:abstractNumId w:val="29"/>
  </w:num>
  <w:num w:numId="10" w16cid:durableId="1600914520">
    <w:abstractNumId w:val="32"/>
  </w:num>
  <w:num w:numId="11" w16cid:durableId="758984768">
    <w:abstractNumId w:val="26"/>
  </w:num>
  <w:num w:numId="12" w16cid:durableId="604535703">
    <w:abstractNumId w:val="19"/>
  </w:num>
  <w:num w:numId="13" w16cid:durableId="837312349">
    <w:abstractNumId w:val="23"/>
  </w:num>
  <w:num w:numId="14" w16cid:durableId="1547642528">
    <w:abstractNumId w:val="33"/>
  </w:num>
  <w:num w:numId="15" w16cid:durableId="16125861">
    <w:abstractNumId w:val="33"/>
  </w:num>
  <w:num w:numId="16" w16cid:durableId="1221478433">
    <w:abstractNumId w:val="33"/>
  </w:num>
  <w:num w:numId="17" w16cid:durableId="1980920764">
    <w:abstractNumId w:val="30"/>
  </w:num>
  <w:num w:numId="18" w16cid:durableId="961956978">
    <w:abstractNumId w:val="10"/>
  </w:num>
  <w:num w:numId="19" w16cid:durableId="1597909485">
    <w:abstractNumId w:val="29"/>
  </w:num>
  <w:num w:numId="20" w16cid:durableId="1118992519">
    <w:abstractNumId w:val="32"/>
  </w:num>
  <w:num w:numId="21" w16cid:durableId="898249488">
    <w:abstractNumId w:val="12"/>
  </w:num>
  <w:num w:numId="22" w16cid:durableId="242761017">
    <w:abstractNumId w:val="17"/>
  </w:num>
  <w:num w:numId="23" w16cid:durableId="1093818328">
    <w:abstractNumId w:val="9"/>
  </w:num>
  <w:num w:numId="24" w16cid:durableId="1998458240">
    <w:abstractNumId w:val="7"/>
  </w:num>
  <w:num w:numId="25" w16cid:durableId="892274648">
    <w:abstractNumId w:val="6"/>
  </w:num>
  <w:num w:numId="26" w16cid:durableId="2107994511">
    <w:abstractNumId w:val="5"/>
  </w:num>
  <w:num w:numId="27" w16cid:durableId="761992033">
    <w:abstractNumId w:val="4"/>
  </w:num>
  <w:num w:numId="28" w16cid:durableId="81072246">
    <w:abstractNumId w:val="8"/>
  </w:num>
  <w:num w:numId="29" w16cid:durableId="1432624246">
    <w:abstractNumId w:val="3"/>
  </w:num>
  <w:num w:numId="30" w16cid:durableId="1356469191">
    <w:abstractNumId w:val="2"/>
  </w:num>
  <w:num w:numId="31" w16cid:durableId="1938057558">
    <w:abstractNumId w:val="1"/>
  </w:num>
  <w:num w:numId="32" w16cid:durableId="1447193188">
    <w:abstractNumId w:val="0"/>
  </w:num>
  <w:num w:numId="33" w16cid:durableId="910770728">
    <w:abstractNumId w:val="22"/>
  </w:num>
  <w:num w:numId="34" w16cid:durableId="375741399">
    <w:abstractNumId w:val="31"/>
  </w:num>
  <w:num w:numId="35" w16cid:durableId="1132869206">
    <w:abstractNumId w:val="11"/>
  </w:num>
  <w:num w:numId="36" w16cid:durableId="977338678">
    <w:abstractNumId w:val="27"/>
  </w:num>
  <w:num w:numId="37" w16cid:durableId="1067806544">
    <w:abstractNumId w:val="21"/>
  </w:num>
  <w:num w:numId="38" w16cid:durableId="328216818">
    <w:abstractNumId w:val="14"/>
  </w:num>
  <w:num w:numId="39" w16cid:durableId="293802143">
    <w:abstractNumId w:val="28"/>
  </w:num>
  <w:num w:numId="40" w16cid:durableId="608197130">
    <w:abstractNumId w:val="13"/>
  </w:num>
  <w:num w:numId="41" w16cid:durableId="1944066564">
    <w:abstractNumId w:val="16"/>
  </w:num>
  <w:num w:numId="42" w16cid:durableId="229509491">
    <w:abstractNumId w:val="24"/>
  </w:num>
  <w:num w:numId="43" w16cid:durableId="1222904985">
    <w:abstractNumId w:val="18"/>
  </w:num>
  <w:num w:numId="44" w16cid:durableId="1833836025">
    <w:abstractNumId w:val="25"/>
  </w:num>
  <w:num w:numId="45" w16cid:durableId="1283342835">
    <w:abstractNumId w:val="20"/>
  </w:num>
  <w:num w:numId="46" w16cid:durableId="1937588837">
    <w:abstractNumId w:val="15"/>
  </w:num>
  <w:num w:numId="47" w16cid:durableId="15410939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3594E"/>
    <w:rsid w:val="00047418"/>
    <w:rsid w:val="00051DBC"/>
    <w:rsid w:val="0005267E"/>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506E9"/>
    <w:rsid w:val="00157EC7"/>
    <w:rsid w:val="001661A4"/>
    <w:rsid w:val="00174BB9"/>
    <w:rsid w:val="0017769E"/>
    <w:rsid w:val="001822F1"/>
    <w:rsid w:val="00185AA2"/>
    <w:rsid w:val="001A5739"/>
    <w:rsid w:val="001D02C4"/>
    <w:rsid w:val="001E263E"/>
    <w:rsid w:val="001E35EC"/>
    <w:rsid w:val="001F3298"/>
    <w:rsid w:val="001F4430"/>
    <w:rsid w:val="00221606"/>
    <w:rsid w:val="0022296D"/>
    <w:rsid w:val="00246930"/>
    <w:rsid w:val="00247355"/>
    <w:rsid w:val="0025358F"/>
    <w:rsid w:val="002734CE"/>
    <w:rsid w:val="00273DEB"/>
    <w:rsid w:val="00291BE1"/>
    <w:rsid w:val="002966B8"/>
    <w:rsid w:val="00297625"/>
    <w:rsid w:val="002A59FA"/>
    <w:rsid w:val="002A67D1"/>
    <w:rsid w:val="002B122E"/>
    <w:rsid w:val="002B3443"/>
    <w:rsid w:val="002B5FD5"/>
    <w:rsid w:val="002B61E2"/>
    <w:rsid w:val="002B7209"/>
    <w:rsid w:val="002E7E28"/>
    <w:rsid w:val="00304343"/>
    <w:rsid w:val="00304B52"/>
    <w:rsid w:val="00307470"/>
    <w:rsid w:val="00307BBE"/>
    <w:rsid w:val="00323A4B"/>
    <w:rsid w:val="00330B67"/>
    <w:rsid w:val="0034652B"/>
    <w:rsid w:val="003562FD"/>
    <w:rsid w:val="00361761"/>
    <w:rsid w:val="003752DB"/>
    <w:rsid w:val="003852B7"/>
    <w:rsid w:val="003B1B28"/>
    <w:rsid w:val="003C07F6"/>
    <w:rsid w:val="003D0228"/>
    <w:rsid w:val="003D3F71"/>
    <w:rsid w:val="003D4424"/>
    <w:rsid w:val="003E61B7"/>
    <w:rsid w:val="003F47DD"/>
    <w:rsid w:val="003F72A1"/>
    <w:rsid w:val="00410351"/>
    <w:rsid w:val="0043747E"/>
    <w:rsid w:val="00441DCA"/>
    <w:rsid w:val="0044246B"/>
    <w:rsid w:val="004850D6"/>
    <w:rsid w:val="00494EDA"/>
    <w:rsid w:val="004A252F"/>
    <w:rsid w:val="004A7A26"/>
    <w:rsid w:val="004B08AA"/>
    <w:rsid w:val="004C227B"/>
    <w:rsid w:val="004C6033"/>
    <w:rsid w:val="004D3A6A"/>
    <w:rsid w:val="004E685E"/>
    <w:rsid w:val="004F03AC"/>
    <w:rsid w:val="004F5093"/>
    <w:rsid w:val="0050641D"/>
    <w:rsid w:val="00511813"/>
    <w:rsid w:val="00513097"/>
    <w:rsid w:val="00515FE3"/>
    <w:rsid w:val="0053720D"/>
    <w:rsid w:val="005408F0"/>
    <w:rsid w:val="00540D7F"/>
    <w:rsid w:val="005446F1"/>
    <w:rsid w:val="005454F3"/>
    <w:rsid w:val="00550060"/>
    <w:rsid w:val="00551D49"/>
    <w:rsid w:val="00553276"/>
    <w:rsid w:val="005665FF"/>
    <w:rsid w:val="00566E72"/>
    <w:rsid w:val="00575C2A"/>
    <w:rsid w:val="00576AE3"/>
    <w:rsid w:val="00582C12"/>
    <w:rsid w:val="005864D8"/>
    <w:rsid w:val="005942D9"/>
    <w:rsid w:val="005975DD"/>
    <w:rsid w:val="005A42BF"/>
    <w:rsid w:val="005A5DF2"/>
    <w:rsid w:val="005A673E"/>
    <w:rsid w:val="005C196B"/>
    <w:rsid w:val="005C36FF"/>
    <w:rsid w:val="005E2C2B"/>
    <w:rsid w:val="005E3172"/>
    <w:rsid w:val="005F2085"/>
    <w:rsid w:val="00601D0F"/>
    <w:rsid w:val="00605082"/>
    <w:rsid w:val="00606D76"/>
    <w:rsid w:val="00617D2D"/>
    <w:rsid w:val="00625B26"/>
    <w:rsid w:val="00634DEB"/>
    <w:rsid w:val="0064009D"/>
    <w:rsid w:val="006437CD"/>
    <w:rsid w:val="006443E6"/>
    <w:rsid w:val="00644E48"/>
    <w:rsid w:val="00645FD9"/>
    <w:rsid w:val="00651174"/>
    <w:rsid w:val="00675E1D"/>
    <w:rsid w:val="006C3464"/>
    <w:rsid w:val="006D32C1"/>
    <w:rsid w:val="0070105C"/>
    <w:rsid w:val="00701C35"/>
    <w:rsid w:val="00704E8D"/>
    <w:rsid w:val="007106DE"/>
    <w:rsid w:val="00715EAA"/>
    <w:rsid w:val="00715F30"/>
    <w:rsid w:val="00716D41"/>
    <w:rsid w:val="00717036"/>
    <w:rsid w:val="00734935"/>
    <w:rsid w:val="0075009D"/>
    <w:rsid w:val="00750AF6"/>
    <w:rsid w:val="00751D13"/>
    <w:rsid w:val="00753B6A"/>
    <w:rsid w:val="00756C22"/>
    <w:rsid w:val="00761D7E"/>
    <w:rsid w:val="0076266F"/>
    <w:rsid w:val="00775F0B"/>
    <w:rsid w:val="00777072"/>
    <w:rsid w:val="0078127C"/>
    <w:rsid w:val="00781BD4"/>
    <w:rsid w:val="0078430B"/>
    <w:rsid w:val="00784854"/>
    <w:rsid w:val="007A2151"/>
    <w:rsid w:val="007A43C8"/>
    <w:rsid w:val="007A7DA7"/>
    <w:rsid w:val="007C3C75"/>
    <w:rsid w:val="007E678A"/>
    <w:rsid w:val="007F3FF1"/>
    <w:rsid w:val="007F58AC"/>
    <w:rsid w:val="00810FCD"/>
    <w:rsid w:val="008209F3"/>
    <w:rsid w:val="00837206"/>
    <w:rsid w:val="00842142"/>
    <w:rsid w:val="00842BC6"/>
    <w:rsid w:val="008450A2"/>
    <w:rsid w:val="00856CF4"/>
    <w:rsid w:val="0086122A"/>
    <w:rsid w:val="00866368"/>
    <w:rsid w:val="0088084A"/>
    <w:rsid w:val="008919B2"/>
    <w:rsid w:val="00895B55"/>
    <w:rsid w:val="008A133F"/>
    <w:rsid w:val="008B245B"/>
    <w:rsid w:val="008D1A19"/>
    <w:rsid w:val="008E1AD2"/>
    <w:rsid w:val="008E3177"/>
    <w:rsid w:val="008E3E4E"/>
    <w:rsid w:val="008F0F41"/>
    <w:rsid w:val="009033CB"/>
    <w:rsid w:val="00906C30"/>
    <w:rsid w:val="00924FF5"/>
    <w:rsid w:val="00956DF0"/>
    <w:rsid w:val="009622E3"/>
    <w:rsid w:val="00962370"/>
    <w:rsid w:val="009672B0"/>
    <w:rsid w:val="009A1FD3"/>
    <w:rsid w:val="009A5C95"/>
    <w:rsid w:val="009C135C"/>
    <w:rsid w:val="009D24C7"/>
    <w:rsid w:val="009E199A"/>
    <w:rsid w:val="009E579E"/>
    <w:rsid w:val="00A05E91"/>
    <w:rsid w:val="00A16489"/>
    <w:rsid w:val="00A21BA2"/>
    <w:rsid w:val="00A318A5"/>
    <w:rsid w:val="00A3408C"/>
    <w:rsid w:val="00A4610E"/>
    <w:rsid w:val="00A54422"/>
    <w:rsid w:val="00A5642F"/>
    <w:rsid w:val="00A777AF"/>
    <w:rsid w:val="00A8387C"/>
    <w:rsid w:val="00AA1995"/>
    <w:rsid w:val="00AA6B5F"/>
    <w:rsid w:val="00AC39AD"/>
    <w:rsid w:val="00AD01EE"/>
    <w:rsid w:val="00AE12A5"/>
    <w:rsid w:val="00AE7F8A"/>
    <w:rsid w:val="00AF4F35"/>
    <w:rsid w:val="00B001B6"/>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D1658"/>
    <w:rsid w:val="00BD4203"/>
    <w:rsid w:val="00C03885"/>
    <w:rsid w:val="00C16A52"/>
    <w:rsid w:val="00C22914"/>
    <w:rsid w:val="00C375E0"/>
    <w:rsid w:val="00C41396"/>
    <w:rsid w:val="00C43BC9"/>
    <w:rsid w:val="00C45A56"/>
    <w:rsid w:val="00C50618"/>
    <w:rsid w:val="00C63BF7"/>
    <w:rsid w:val="00C73F6E"/>
    <w:rsid w:val="00C77A3A"/>
    <w:rsid w:val="00C91DC5"/>
    <w:rsid w:val="00C972A1"/>
    <w:rsid w:val="00CA01C8"/>
    <w:rsid w:val="00CB24F8"/>
    <w:rsid w:val="00CB5A11"/>
    <w:rsid w:val="00CC3CDE"/>
    <w:rsid w:val="00CE370D"/>
    <w:rsid w:val="00CE4F0F"/>
    <w:rsid w:val="00CF407E"/>
    <w:rsid w:val="00D22071"/>
    <w:rsid w:val="00D36558"/>
    <w:rsid w:val="00D36A17"/>
    <w:rsid w:val="00D4462C"/>
    <w:rsid w:val="00D447B7"/>
    <w:rsid w:val="00D511C8"/>
    <w:rsid w:val="00D538B8"/>
    <w:rsid w:val="00D609D6"/>
    <w:rsid w:val="00D61141"/>
    <w:rsid w:val="00D71E54"/>
    <w:rsid w:val="00D82513"/>
    <w:rsid w:val="00D916E6"/>
    <w:rsid w:val="00D91EFD"/>
    <w:rsid w:val="00D945F5"/>
    <w:rsid w:val="00DA464A"/>
    <w:rsid w:val="00DA6131"/>
    <w:rsid w:val="00DC35D4"/>
    <w:rsid w:val="00DE5812"/>
    <w:rsid w:val="00DF790A"/>
    <w:rsid w:val="00E03695"/>
    <w:rsid w:val="00E2463F"/>
    <w:rsid w:val="00E24B5E"/>
    <w:rsid w:val="00E32DF7"/>
    <w:rsid w:val="00E33658"/>
    <w:rsid w:val="00E40C85"/>
    <w:rsid w:val="00E47019"/>
    <w:rsid w:val="00E63C1E"/>
    <w:rsid w:val="00E6622F"/>
    <w:rsid w:val="00E95061"/>
    <w:rsid w:val="00EA3C65"/>
    <w:rsid w:val="00EC0398"/>
    <w:rsid w:val="00EC121F"/>
    <w:rsid w:val="00EC4254"/>
    <w:rsid w:val="00EC7361"/>
    <w:rsid w:val="00EC7CA8"/>
    <w:rsid w:val="00EE46CF"/>
    <w:rsid w:val="00F1060F"/>
    <w:rsid w:val="00F20741"/>
    <w:rsid w:val="00F24425"/>
    <w:rsid w:val="00F26DDA"/>
    <w:rsid w:val="00F3154D"/>
    <w:rsid w:val="00F56510"/>
    <w:rsid w:val="00F610D2"/>
    <w:rsid w:val="00F658E5"/>
    <w:rsid w:val="00F66F7E"/>
    <w:rsid w:val="00F73910"/>
    <w:rsid w:val="00F86A0D"/>
    <w:rsid w:val="00F94365"/>
    <w:rsid w:val="00FA171F"/>
    <w:rsid w:val="00FB26FD"/>
    <w:rsid w:val="00FB7712"/>
    <w:rsid w:val="00FC67E6"/>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ind w:left="567"/>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 w:id="20564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2.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customXml/itemProps3.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Technopolis_letter.dotx</Template>
  <TotalTime>2</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Allik Liis</cp:lastModifiedBy>
  <cp:revision>2</cp:revision>
  <cp:lastPrinted>2013-05-14T10:41:00Z</cp:lastPrinted>
  <dcterms:created xsi:type="dcterms:W3CDTF">2023-12-06T06:43:00Z</dcterms:created>
  <dcterms:modified xsi:type="dcterms:W3CDTF">2023-12-06T06:43:00Z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